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CC0" w:rsidRDefault="0027766E">
      <w:pPr>
        <w:rPr>
          <w:b/>
        </w:rPr>
      </w:pPr>
      <w:bookmarkStart w:id="0" w:name="_GoBack"/>
      <w:bookmarkEnd w:id="0"/>
      <w:r w:rsidRPr="0027766E">
        <w:rPr>
          <w:b/>
        </w:rPr>
        <w:t>Studio Portfolio Assessment</w:t>
      </w:r>
    </w:p>
    <w:p w:rsidR="0027766E" w:rsidRPr="0027766E" w:rsidRDefault="0027766E">
      <w:r w:rsidRPr="0027766E">
        <w:t>Part 1 - Evidence of experimentation and development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7308"/>
      </w:tblGrid>
      <w:tr w:rsidR="0027766E" w:rsidTr="0027766E">
        <w:trPr>
          <w:trHeight w:val="578"/>
        </w:trPr>
        <w:tc>
          <w:tcPr>
            <w:tcW w:w="7308" w:type="dxa"/>
            <w:shd w:val="clear" w:color="auto" w:fill="FABF8F" w:themeFill="accent6" w:themeFillTint="99"/>
          </w:tcPr>
          <w:p w:rsidR="0027766E" w:rsidRPr="0027766E" w:rsidRDefault="0027766E">
            <w:r w:rsidRPr="0027766E">
              <w:t xml:space="preserve">Place a picture of your evidence here - may include workbook pages, models, successful and failed experiments, etc. </w:t>
            </w:r>
            <w:r w:rsidRPr="0027766E">
              <w:rPr>
                <w:b/>
              </w:rPr>
              <w:t>This should include all of the final studio works you made.</w:t>
            </w:r>
          </w:p>
        </w:tc>
        <w:tc>
          <w:tcPr>
            <w:tcW w:w="7308" w:type="dxa"/>
            <w:shd w:val="clear" w:color="auto" w:fill="B2A1C7" w:themeFill="accent4" w:themeFillTint="99"/>
          </w:tcPr>
          <w:p w:rsidR="0027766E" w:rsidRDefault="0027766E">
            <w:pPr>
              <w:rPr>
                <w:b/>
              </w:rPr>
            </w:pPr>
            <w:r w:rsidRPr="0027766E">
              <w:t>Write a brief description of what this evidence is</w:t>
            </w:r>
            <w:r>
              <w:rPr>
                <w:b/>
              </w:rPr>
              <w:t xml:space="preserve"> and what you learned from it.</w:t>
            </w:r>
          </w:p>
        </w:tc>
      </w:tr>
      <w:tr w:rsidR="0027766E" w:rsidTr="0027766E">
        <w:trPr>
          <w:trHeight w:val="8372"/>
        </w:trPr>
        <w:tc>
          <w:tcPr>
            <w:tcW w:w="7308" w:type="dxa"/>
          </w:tcPr>
          <w:p w:rsidR="0027766E" w:rsidRDefault="0027766E">
            <w:pPr>
              <w:rPr>
                <w:b/>
              </w:rPr>
            </w:pPr>
          </w:p>
        </w:tc>
        <w:tc>
          <w:tcPr>
            <w:tcW w:w="7308" w:type="dxa"/>
          </w:tcPr>
          <w:p w:rsidR="0027766E" w:rsidRDefault="0027766E">
            <w:pPr>
              <w:rPr>
                <w:b/>
              </w:rPr>
            </w:pPr>
          </w:p>
        </w:tc>
      </w:tr>
    </w:tbl>
    <w:p w:rsidR="0027766E" w:rsidRDefault="0027766E">
      <w:pPr>
        <w:rPr>
          <w:b/>
        </w:rPr>
      </w:pPr>
    </w:p>
    <w:p w:rsidR="0027766E" w:rsidRDefault="0027766E">
      <w:pPr>
        <w:rPr>
          <w:b/>
        </w:rPr>
      </w:pPr>
    </w:p>
    <w:p w:rsidR="0027766E" w:rsidRDefault="0027766E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7308"/>
      </w:tblGrid>
      <w:tr w:rsidR="0027766E" w:rsidTr="001A5744">
        <w:trPr>
          <w:trHeight w:val="578"/>
        </w:trPr>
        <w:tc>
          <w:tcPr>
            <w:tcW w:w="7308" w:type="dxa"/>
            <w:shd w:val="clear" w:color="auto" w:fill="FABF8F" w:themeFill="accent6" w:themeFillTint="99"/>
          </w:tcPr>
          <w:p w:rsidR="0027766E" w:rsidRPr="0027766E" w:rsidRDefault="0027766E" w:rsidP="001A5744">
            <w:r w:rsidRPr="0027766E">
              <w:t xml:space="preserve">Place a picture of your evidence here - may include workbook pages, models, successful and failed experiments, etc. </w:t>
            </w:r>
            <w:r w:rsidRPr="0027766E">
              <w:rPr>
                <w:b/>
              </w:rPr>
              <w:t>This should include all of the final studio works you made.</w:t>
            </w:r>
          </w:p>
        </w:tc>
        <w:tc>
          <w:tcPr>
            <w:tcW w:w="7308" w:type="dxa"/>
            <w:shd w:val="clear" w:color="auto" w:fill="B2A1C7" w:themeFill="accent4" w:themeFillTint="99"/>
          </w:tcPr>
          <w:p w:rsidR="0027766E" w:rsidRDefault="0027766E" w:rsidP="001A5744">
            <w:pPr>
              <w:rPr>
                <w:b/>
              </w:rPr>
            </w:pPr>
            <w:r w:rsidRPr="0027766E">
              <w:t>Write a brief description of what this evidence is</w:t>
            </w:r>
            <w:r>
              <w:rPr>
                <w:b/>
              </w:rPr>
              <w:t xml:space="preserve"> and what you learned from it.</w:t>
            </w:r>
          </w:p>
        </w:tc>
      </w:tr>
      <w:tr w:rsidR="0027766E" w:rsidTr="001A5744">
        <w:trPr>
          <w:trHeight w:val="8372"/>
        </w:trPr>
        <w:tc>
          <w:tcPr>
            <w:tcW w:w="7308" w:type="dxa"/>
          </w:tcPr>
          <w:p w:rsidR="0027766E" w:rsidRDefault="0027766E" w:rsidP="001A5744">
            <w:pPr>
              <w:rPr>
                <w:b/>
              </w:rPr>
            </w:pPr>
          </w:p>
        </w:tc>
        <w:tc>
          <w:tcPr>
            <w:tcW w:w="7308" w:type="dxa"/>
          </w:tcPr>
          <w:p w:rsidR="0027766E" w:rsidRDefault="0027766E" w:rsidP="001A5744">
            <w:pPr>
              <w:rPr>
                <w:b/>
              </w:rPr>
            </w:pPr>
          </w:p>
        </w:tc>
      </w:tr>
    </w:tbl>
    <w:p w:rsidR="0027766E" w:rsidRDefault="0027766E">
      <w:pPr>
        <w:rPr>
          <w:b/>
        </w:rPr>
      </w:pPr>
    </w:p>
    <w:p w:rsidR="0027766E" w:rsidRDefault="0027766E">
      <w:pPr>
        <w:rPr>
          <w:b/>
        </w:rPr>
      </w:pPr>
    </w:p>
    <w:p w:rsidR="0027766E" w:rsidRDefault="0027766E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7308"/>
      </w:tblGrid>
      <w:tr w:rsidR="0027766E" w:rsidTr="001A5744">
        <w:trPr>
          <w:trHeight w:val="578"/>
        </w:trPr>
        <w:tc>
          <w:tcPr>
            <w:tcW w:w="7308" w:type="dxa"/>
            <w:shd w:val="clear" w:color="auto" w:fill="FABF8F" w:themeFill="accent6" w:themeFillTint="99"/>
          </w:tcPr>
          <w:p w:rsidR="0027766E" w:rsidRPr="0027766E" w:rsidRDefault="0027766E" w:rsidP="001A5744">
            <w:r w:rsidRPr="0027766E">
              <w:t xml:space="preserve">Place a picture of your evidence here - may include workbook pages, models, successful and failed experiments, etc. </w:t>
            </w:r>
            <w:r w:rsidRPr="0027766E">
              <w:rPr>
                <w:b/>
              </w:rPr>
              <w:t>This should include all of the final studio works you made.</w:t>
            </w:r>
          </w:p>
        </w:tc>
        <w:tc>
          <w:tcPr>
            <w:tcW w:w="7308" w:type="dxa"/>
            <w:shd w:val="clear" w:color="auto" w:fill="B2A1C7" w:themeFill="accent4" w:themeFillTint="99"/>
          </w:tcPr>
          <w:p w:rsidR="0027766E" w:rsidRDefault="0027766E" w:rsidP="001A5744">
            <w:pPr>
              <w:rPr>
                <w:b/>
              </w:rPr>
            </w:pPr>
            <w:r w:rsidRPr="0027766E">
              <w:t>Write a brief description of what this evidence is</w:t>
            </w:r>
            <w:r>
              <w:rPr>
                <w:b/>
              </w:rPr>
              <w:t xml:space="preserve"> and what you learned from it.</w:t>
            </w:r>
          </w:p>
        </w:tc>
      </w:tr>
      <w:tr w:rsidR="0027766E" w:rsidTr="001A5744">
        <w:trPr>
          <w:trHeight w:val="8372"/>
        </w:trPr>
        <w:tc>
          <w:tcPr>
            <w:tcW w:w="7308" w:type="dxa"/>
          </w:tcPr>
          <w:p w:rsidR="0027766E" w:rsidRDefault="0027766E" w:rsidP="001A5744">
            <w:pPr>
              <w:rPr>
                <w:b/>
              </w:rPr>
            </w:pPr>
          </w:p>
        </w:tc>
        <w:tc>
          <w:tcPr>
            <w:tcW w:w="7308" w:type="dxa"/>
          </w:tcPr>
          <w:p w:rsidR="0027766E" w:rsidRDefault="0027766E" w:rsidP="001A5744">
            <w:pPr>
              <w:rPr>
                <w:b/>
              </w:rPr>
            </w:pPr>
          </w:p>
        </w:tc>
      </w:tr>
    </w:tbl>
    <w:p w:rsidR="0027766E" w:rsidRDefault="0027766E">
      <w:pPr>
        <w:rPr>
          <w:b/>
        </w:rPr>
      </w:pPr>
    </w:p>
    <w:p w:rsidR="0027766E" w:rsidRDefault="0027766E">
      <w:pPr>
        <w:rPr>
          <w:b/>
        </w:rPr>
      </w:pPr>
    </w:p>
    <w:p w:rsidR="0027766E" w:rsidRDefault="0027766E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7308"/>
      </w:tblGrid>
      <w:tr w:rsidR="0027766E" w:rsidTr="001A5744">
        <w:trPr>
          <w:trHeight w:val="578"/>
        </w:trPr>
        <w:tc>
          <w:tcPr>
            <w:tcW w:w="7308" w:type="dxa"/>
            <w:shd w:val="clear" w:color="auto" w:fill="FABF8F" w:themeFill="accent6" w:themeFillTint="99"/>
          </w:tcPr>
          <w:p w:rsidR="0027766E" w:rsidRPr="0027766E" w:rsidRDefault="0027766E" w:rsidP="001A5744">
            <w:r w:rsidRPr="0027766E">
              <w:t xml:space="preserve">Place a picture of your evidence here - may include workbook pages, models, successful and failed experiments, etc. </w:t>
            </w:r>
            <w:r w:rsidRPr="0027766E">
              <w:rPr>
                <w:b/>
              </w:rPr>
              <w:t>This should include all of the final studio works you made.</w:t>
            </w:r>
          </w:p>
        </w:tc>
        <w:tc>
          <w:tcPr>
            <w:tcW w:w="7308" w:type="dxa"/>
            <w:shd w:val="clear" w:color="auto" w:fill="B2A1C7" w:themeFill="accent4" w:themeFillTint="99"/>
          </w:tcPr>
          <w:p w:rsidR="0027766E" w:rsidRDefault="0027766E" w:rsidP="001A5744">
            <w:pPr>
              <w:rPr>
                <w:b/>
              </w:rPr>
            </w:pPr>
            <w:r w:rsidRPr="0027766E">
              <w:t>Write a brief description of what this evidence is</w:t>
            </w:r>
            <w:r>
              <w:rPr>
                <w:b/>
              </w:rPr>
              <w:t xml:space="preserve"> and what you learned from it.</w:t>
            </w:r>
          </w:p>
        </w:tc>
      </w:tr>
      <w:tr w:rsidR="0027766E" w:rsidTr="001A5744">
        <w:trPr>
          <w:trHeight w:val="8372"/>
        </w:trPr>
        <w:tc>
          <w:tcPr>
            <w:tcW w:w="7308" w:type="dxa"/>
          </w:tcPr>
          <w:p w:rsidR="0027766E" w:rsidRDefault="0027766E" w:rsidP="001A5744">
            <w:pPr>
              <w:rPr>
                <w:b/>
              </w:rPr>
            </w:pPr>
          </w:p>
        </w:tc>
        <w:tc>
          <w:tcPr>
            <w:tcW w:w="7308" w:type="dxa"/>
          </w:tcPr>
          <w:p w:rsidR="0027766E" w:rsidRDefault="0027766E" w:rsidP="001A5744">
            <w:pPr>
              <w:rPr>
                <w:b/>
              </w:rPr>
            </w:pPr>
          </w:p>
        </w:tc>
      </w:tr>
    </w:tbl>
    <w:p w:rsidR="0027766E" w:rsidRDefault="0027766E">
      <w:pPr>
        <w:rPr>
          <w:b/>
        </w:rPr>
      </w:pPr>
    </w:p>
    <w:p w:rsidR="0027766E" w:rsidRDefault="0027766E">
      <w:pPr>
        <w:rPr>
          <w:b/>
        </w:rPr>
      </w:pPr>
    </w:p>
    <w:p w:rsidR="0027766E" w:rsidRDefault="0027766E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7308"/>
      </w:tblGrid>
      <w:tr w:rsidR="0027766E" w:rsidTr="001A5744">
        <w:trPr>
          <w:trHeight w:val="578"/>
        </w:trPr>
        <w:tc>
          <w:tcPr>
            <w:tcW w:w="7308" w:type="dxa"/>
            <w:shd w:val="clear" w:color="auto" w:fill="FABF8F" w:themeFill="accent6" w:themeFillTint="99"/>
          </w:tcPr>
          <w:p w:rsidR="0027766E" w:rsidRPr="0027766E" w:rsidRDefault="0027766E" w:rsidP="001A5744">
            <w:r w:rsidRPr="0027766E">
              <w:t xml:space="preserve">Place a picture of your evidence here - may include workbook pages, models, successful and failed experiments, etc. </w:t>
            </w:r>
            <w:r w:rsidRPr="0027766E">
              <w:rPr>
                <w:b/>
              </w:rPr>
              <w:t>This should include all of the final studio works you made.</w:t>
            </w:r>
          </w:p>
        </w:tc>
        <w:tc>
          <w:tcPr>
            <w:tcW w:w="7308" w:type="dxa"/>
            <w:shd w:val="clear" w:color="auto" w:fill="B2A1C7" w:themeFill="accent4" w:themeFillTint="99"/>
          </w:tcPr>
          <w:p w:rsidR="0027766E" w:rsidRDefault="0027766E" w:rsidP="001A5744">
            <w:pPr>
              <w:rPr>
                <w:b/>
              </w:rPr>
            </w:pPr>
            <w:r w:rsidRPr="0027766E">
              <w:t>Write a brief description of what this evidence is</w:t>
            </w:r>
            <w:r>
              <w:rPr>
                <w:b/>
              </w:rPr>
              <w:t xml:space="preserve"> and what you learned from it.</w:t>
            </w:r>
          </w:p>
        </w:tc>
      </w:tr>
      <w:tr w:rsidR="0027766E" w:rsidTr="001A5744">
        <w:trPr>
          <w:trHeight w:val="8372"/>
        </w:trPr>
        <w:tc>
          <w:tcPr>
            <w:tcW w:w="7308" w:type="dxa"/>
          </w:tcPr>
          <w:p w:rsidR="0027766E" w:rsidRDefault="0027766E" w:rsidP="001A5744">
            <w:pPr>
              <w:rPr>
                <w:b/>
              </w:rPr>
            </w:pPr>
          </w:p>
        </w:tc>
        <w:tc>
          <w:tcPr>
            <w:tcW w:w="7308" w:type="dxa"/>
          </w:tcPr>
          <w:p w:rsidR="0027766E" w:rsidRDefault="0027766E" w:rsidP="001A5744">
            <w:pPr>
              <w:rPr>
                <w:b/>
              </w:rPr>
            </w:pPr>
          </w:p>
        </w:tc>
      </w:tr>
    </w:tbl>
    <w:p w:rsidR="0027766E" w:rsidRDefault="0027766E">
      <w:pPr>
        <w:rPr>
          <w:b/>
        </w:rPr>
      </w:pPr>
    </w:p>
    <w:p w:rsidR="0027766E" w:rsidRDefault="0027766E">
      <w:pPr>
        <w:rPr>
          <w:b/>
        </w:rPr>
      </w:pPr>
    </w:p>
    <w:p w:rsidR="0027766E" w:rsidRDefault="0027766E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7308"/>
      </w:tblGrid>
      <w:tr w:rsidR="0027766E" w:rsidTr="001A5744">
        <w:trPr>
          <w:trHeight w:val="578"/>
        </w:trPr>
        <w:tc>
          <w:tcPr>
            <w:tcW w:w="7308" w:type="dxa"/>
            <w:shd w:val="clear" w:color="auto" w:fill="FABF8F" w:themeFill="accent6" w:themeFillTint="99"/>
          </w:tcPr>
          <w:p w:rsidR="0027766E" w:rsidRPr="0027766E" w:rsidRDefault="0027766E" w:rsidP="001A5744">
            <w:r w:rsidRPr="0027766E">
              <w:t xml:space="preserve">Place a picture of your evidence here - may include workbook pages, models, successful and failed experiments, etc. </w:t>
            </w:r>
            <w:r w:rsidRPr="0027766E">
              <w:rPr>
                <w:b/>
              </w:rPr>
              <w:t>This should include all of the final studio works you made.</w:t>
            </w:r>
          </w:p>
        </w:tc>
        <w:tc>
          <w:tcPr>
            <w:tcW w:w="7308" w:type="dxa"/>
            <w:shd w:val="clear" w:color="auto" w:fill="B2A1C7" w:themeFill="accent4" w:themeFillTint="99"/>
          </w:tcPr>
          <w:p w:rsidR="0027766E" w:rsidRDefault="0027766E" w:rsidP="001A5744">
            <w:pPr>
              <w:rPr>
                <w:b/>
              </w:rPr>
            </w:pPr>
            <w:r w:rsidRPr="0027766E">
              <w:t>Write a brief description of what this evidence is</w:t>
            </w:r>
            <w:r>
              <w:rPr>
                <w:b/>
              </w:rPr>
              <w:t xml:space="preserve"> and what you learned from it.</w:t>
            </w:r>
          </w:p>
        </w:tc>
      </w:tr>
      <w:tr w:rsidR="0027766E" w:rsidTr="001A5744">
        <w:trPr>
          <w:trHeight w:val="8372"/>
        </w:trPr>
        <w:tc>
          <w:tcPr>
            <w:tcW w:w="7308" w:type="dxa"/>
          </w:tcPr>
          <w:p w:rsidR="0027766E" w:rsidRDefault="0027766E" w:rsidP="001A5744">
            <w:pPr>
              <w:rPr>
                <w:b/>
              </w:rPr>
            </w:pPr>
          </w:p>
        </w:tc>
        <w:tc>
          <w:tcPr>
            <w:tcW w:w="7308" w:type="dxa"/>
          </w:tcPr>
          <w:p w:rsidR="0027766E" w:rsidRDefault="0027766E" w:rsidP="001A5744">
            <w:pPr>
              <w:rPr>
                <w:b/>
              </w:rPr>
            </w:pPr>
          </w:p>
        </w:tc>
      </w:tr>
    </w:tbl>
    <w:p w:rsidR="0027766E" w:rsidRDefault="0027766E">
      <w:pPr>
        <w:rPr>
          <w:b/>
        </w:rPr>
      </w:pPr>
    </w:p>
    <w:p w:rsidR="0027766E" w:rsidRDefault="0027766E">
      <w:pPr>
        <w:rPr>
          <w:b/>
        </w:rPr>
      </w:pPr>
    </w:p>
    <w:p w:rsidR="0027766E" w:rsidRDefault="0027766E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7308"/>
      </w:tblGrid>
      <w:tr w:rsidR="0027766E" w:rsidTr="001A5744">
        <w:trPr>
          <w:trHeight w:val="578"/>
        </w:trPr>
        <w:tc>
          <w:tcPr>
            <w:tcW w:w="7308" w:type="dxa"/>
            <w:shd w:val="clear" w:color="auto" w:fill="FABF8F" w:themeFill="accent6" w:themeFillTint="99"/>
          </w:tcPr>
          <w:p w:rsidR="0027766E" w:rsidRPr="0027766E" w:rsidRDefault="0027766E" w:rsidP="001A5744">
            <w:r w:rsidRPr="0027766E">
              <w:t xml:space="preserve">Place a picture of your evidence here - may include workbook pages, models, successful and failed experiments, etc. </w:t>
            </w:r>
            <w:r w:rsidRPr="0027766E">
              <w:rPr>
                <w:b/>
              </w:rPr>
              <w:t>This should include all of the final studio works you made.</w:t>
            </w:r>
          </w:p>
        </w:tc>
        <w:tc>
          <w:tcPr>
            <w:tcW w:w="7308" w:type="dxa"/>
            <w:shd w:val="clear" w:color="auto" w:fill="B2A1C7" w:themeFill="accent4" w:themeFillTint="99"/>
          </w:tcPr>
          <w:p w:rsidR="0027766E" w:rsidRDefault="0027766E" w:rsidP="001A5744">
            <w:pPr>
              <w:rPr>
                <w:b/>
              </w:rPr>
            </w:pPr>
            <w:r w:rsidRPr="0027766E">
              <w:t>Write a brief description of what this evidence is</w:t>
            </w:r>
            <w:r>
              <w:rPr>
                <w:b/>
              </w:rPr>
              <w:t xml:space="preserve"> and what you learned from it.</w:t>
            </w:r>
          </w:p>
        </w:tc>
      </w:tr>
      <w:tr w:rsidR="0027766E" w:rsidTr="001A5744">
        <w:trPr>
          <w:trHeight w:val="8372"/>
        </w:trPr>
        <w:tc>
          <w:tcPr>
            <w:tcW w:w="7308" w:type="dxa"/>
          </w:tcPr>
          <w:p w:rsidR="0027766E" w:rsidRDefault="0027766E" w:rsidP="001A5744">
            <w:pPr>
              <w:rPr>
                <w:b/>
              </w:rPr>
            </w:pPr>
          </w:p>
        </w:tc>
        <w:tc>
          <w:tcPr>
            <w:tcW w:w="7308" w:type="dxa"/>
          </w:tcPr>
          <w:p w:rsidR="0027766E" w:rsidRDefault="0027766E" w:rsidP="001A5744">
            <w:pPr>
              <w:rPr>
                <w:b/>
              </w:rPr>
            </w:pPr>
          </w:p>
        </w:tc>
      </w:tr>
    </w:tbl>
    <w:p w:rsidR="0027766E" w:rsidRDefault="0027766E">
      <w:pPr>
        <w:rPr>
          <w:b/>
        </w:rPr>
      </w:pPr>
    </w:p>
    <w:p w:rsidR="0027766E" w:rsidRDefault="0027766E">
      <w:pPr>
        <w:rPr>
          <w:b/>
        </w:rPr>
      </w:pPr>
    </w:p>
    <w:p w:rsidR="0027766E" w:rsidRDefault="0027766E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7308"/>
      </w:tblGrid>
      <w:tr w:rsidR="0027766E" w:rsidTr="001A5744">
        <w:trPr>
          <w:trHeight w:val="578"/>
        </w:trPr>
        <w:tc>
          <w:tcPr>
            <w:tcW w:w="7308" w:type="dxa"/>
            <w:shd w:val="clear" w:color="auto" w:fill="FABF8F" w:themeFill="accent6" w:themeFillTint="99"/>
          </w:tcPr>
          <w:p w:rsidR="0027766E" w:rsidRPr="0027766E" w:rsidRDefault="0027766E" w:rsidP="001A5744">
            <w:r w:rsidRPr="0027766E">
              <w:t xml:space="preserve">Place a picture of your evidence here - may include workbook pages, models, successful and failed experiments, etc. </w:t>
            </w:r>
            <w:r w:rsidRPr="0027766E">
              <w:rPr>
                <w:b/>
              </w:rPr>
              <w:t>This should include all of the final studio works you made.</w:t>
            </w:r>
          </w:p>
        </w:tc>
        <w:tc>
          <w:tcPr>
            <w:tcW w:w="7308" w:type="dxa"/>
            <w:shd w:val="clear" w:color="auto" w:fill="B2A1C7" w:themeFill="accent4" w:themeFillTint="99"/>
          </w:tcPr>
          <w:p w:rsidR="0027766E" w:rsidRDefault="0027766E" w:rsidP="001A5744">
            <w:pPr>
              <w:rPr>
                <w:b/>
              </w:rPr>
            </w:pPr>
            <w:r w:rsidRPr="0027766E">
              <w:t>Write a brief description of what this evidence is</w:t>
            </w:r>
            <w:r>
              <w:rPr>
                <w:b/>
              </w:rPr>
              <w:t xml:space="preserve"> and what you learned from it.</w:t>
            </w:r>
          </w:p>
        </w:tc>
      </w:tr>
      <w:tr w:rsidR="0027766E" w:rsidTr="001A5744">
        <w:trPr>
          <w:trHeight w:val="8372"/>
        </w:trPr>
        <w:tc>
          <w:tcPr>
            <w:tcW w:w="7308" w:type="dxa"/>
          </w:tcPr>
          <w:p w:rsidR="0027766E" w:rsidRDefault="0027766E" w:rsidP="001A5744">
            <w:pPr>
              <w:rPr>
                <w:b/>
              </w:rPr>
            </w:pPr>
          </w:p>
        </w:tc>
        <w:tc>
          <w:tcPr>
            <w:tcW w:w="7308" w:type="dxa"/>
          </w:tcPr>
          <w:p w:rsidR="0027766E" w:rsidRDefault="0027766E" w:rsidP="001A5744">
            <w:pPr>
              <w:rPr>
                <w:b/>
              </w:rPr>
            </w:pPr>
          </w:p>
        </w:tc>
      </w:tr>
    </w:tbl>
    <w:p w:rsidR="0027766E" w:rsidRDefault="0027766E">
      <w:pPr>
        <w:rPr>
          <w:b/>
        </w:rPr>
      </w:pPr>
    </w:p>
    <w:p w:rsidR="0027766E" w:rsidRDefault="0027766E">
      <w:pPr>
        <w:rPr>
          <w:b/>
        </w:rPr>
      </w:pPr>
    </w:p>
    <w:p w:rsidR="0027766E" w:rsidRDefault="0027766E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7308"/>
      </w:tblGrid>
      <w:tr w:rsidR="0027766E" w:rsidTr="001A5744">
        <w:trPr>
          <w:trHeight w:val="578"/>
        </w:trPr>
        <w:tc>
          <w:tcPr>
            <w:tcW w:w="7308" w:type="dxa"/>
            <w:shd w:val="clear" w:color="auto" w:fill="FABF8F" w:themeFill="accent6" w:themeFillTint="99"/>
          </w:tcPr>
          <w:p w:rsidR="0027766E" w:rsidRPr="0027766E" w:rsidRDefault="0027766E" w:rsidP="001A5744">
            <w:r w:rsidRPr="0027766E">
              <w:t xml:space="preserve">Place a picture of your evidence here - may include workbook pages, models, successful and failed experiments, etc. </w:t>
            </w:r>
            <w:r w:rsidRPr="0027766E">
              <w:rPr>
                <w:b/>
              </w:rPr>
              <w:t>This should include all of the final studio works you made.</w:t>
            </w:r>
          </w:p>
        </w:tc>
        <w:tc>
          <w:tcPr>
            <w:tcW w:w="7308" w:type="dxa"/>
            <w:shd w:val="clear" w:color="auto" w:fill="B2A1C7" w:themeFill="accent4" w:themeFillTint="99"/>
          </w:tcPr>
          <w:p w:rsidR="0027766E" w:rsidRDefault="0027766E" w:rsidP="001A5744">
            <w:pPr>
              <w:rPr>
                <w:b/>
              </w:rPr>
            </w:pPr>
            <w:r w:rsidRPr="0027766E">
              <w:t>Write a brief description of what this evidence is</w:t>
            </w:r>
            <w:r>
              <w:rPr>
                <w:b/>
              </w:rPr>
              <w:t xml:space="preserve"> and what you learned from it.</w:t>
            </w:r>
          </w:p>
        </w:tc>
      </w:tr>
      <w:tr w:rsidR="0027766E" w:rsidTr="001A5744">
        <w:trPr>
          <w:trHeight w:val="8372"/>
        </w:trPr>
        <w:tc>
          <w:tcPr>
            <w:tcW w:w="7308" w:type="dxa"/>
          </w:tcPr>
          <w:p w:rsidR="0027766E" w:rsidRDefault="0027766E" w:rsidP="001A5744">
            <w:pPr>
              <w:rPr>
                <w:b/>
              </w:rPr>
            </w:pPr>
          </w:p>
        </w:tc>
        <w:tc>
          <w:tcPr>
            <w:tcW w:w="7308" w:type="dxa"/>
          </w:tcPr>
          <w:p w:rsidR="0027766E" w:rsidRDefault="0027766E" w:rsidP="001A5744">
            <w:pPr>
              <w:rPr>
                <w:b/>
              </w:rPr>
            </w:pPr>
          </w:p>
        </w:tc>
      </w:tr>
    </w:tbl>
    <w:p w:rsidR="0027766E" w:rsidRDefault="0027766E">
      <w:pPr>
        <w:rPr>
          <w:b/>
        </w:rPr>
      </w:pPr>
    </w:p>
    <w:p w:rsidR="001A5744" w:rsidRDefault="001A5744">
      <w:pPr>
        <w:rPr>
          <w:b/>
        </w:rPr>
      </w:pPr>
    </w:p>
    <w:p w:rsidR="001A5744" w:rsidRDefault="001A5744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7308"/>
      </w:tblGrid>
      <w:tr w:rsidR="001A5744" w:rsidTr="001A5744">
        <w:trPr>
          <w:trHeight w:val="578"/>
        </w:trPr>
        <w:tc>
          <w:tcPr>
            <w:tcW w:w="7308" w:type="dxa"/>
            <w:shd w:val="clear" w:color="auto" w:fill="FABF8F" w:themeFill="accent6" w:themeFillTint="99"/>
          </w:tcPr>
          <w:p w:rsidR="001A5744" w:rsidRPr="0027766E" w:rsidRDefault="001A5744" w:rsidP="001A5744">
            <w:r w:rsidRPr="0027766E">
              <w:t xml:space="preserve">Place a picture of your evidence here - may include workbook pages, models, successful and failed experiments, etc. </w:t>
            </w:r>
            <w:r w:rsidRPr="0027766E">
              <w:rPr>
                <w:b/>
              </w:rPr>
              <w:t>This should include all of the final studio works you made.</w:t>
            </w:r>
          </w:p>
        </w:tc>
        <w:tc>
          <w:tcPr>
            <w:tcW w:w="7308" w:type="dxa"/>
            <w:shd w:val="clear" w:color="auto" w:fill="B2A1C7" w:themeFill="accent4" w:themeFillTint="99"/>
          </w:tcPr>
          <w:p w:rsidR="001A5744" w:rsidRDefault="001A5744" w:rsidP="001A5744">
            <w:pPr>
              <w:rPr>
                <w:b/>
              </w:rPr>
            </w:pPr>
            <w:r w:rsidRPr="0027766E">
              <w:t>Write a brief description of what this evidence is</w:t>
            </w:r>
            <w:r>
              <w:rPr>
                <w:b/>
              </w:rPr>
              <w:t xml:space="preserve"> and what you learned from it.</w:t>
            </w:r>
          </w:p>
        </w:tc>
      </w:tr>
      <w:tr w:rsidR="001A5744" w:rsidTr="001A5744">
        <w:trPr>
          <w:trHeight w:val="8372"/>
        </w:trPr>
        <w:tc>
          <w:tcPr>
            <w:tcW w:w="7308" w:type="dxa"/>
          </w:tcPr>
          <w:p w:rsidR="001A5744" w:rsidRDefault="001A5744" w:rsidP="001A5744">
            <w:pPr>
              <w:rPr>
                <w:b/>
              </w:rPr>
            </w:pPr>
          </w:p>
        </w:tc>
        <w:tc>
          <w:tcPr>
            <w:tcW w:w="7308" w:type="dxa"/>
          </w:tcPr>
          <w:p w:rsidR="001A5744" w:rsidRDefault="001A5744" w:rsidP="001A5744">
            <w:pPr>
              <w:rPr>
                <w:b/>
              </w:rPr>
            </w:pPr>
          </w:p>
        </w:tc>
      </w:tr>
    </w:tbl>
    <w:p w:rsidR="001A5744" w:rsidRDefault="001A5744">
      <w:pPr>
        <w:rPr>
          <w:b/>
        </w:rPr>
      </w:pPr>
    </w:p>
    <w:p w:rsidR="001A5744" w:rsidRDefault="001A5744">
      <w:pPr>
        <w:rPr>
          <w:b/>
        </w:rPr>
      </w:pPr>
    </w:p>
    <w:p w:rsidR="001A5744" w:rsidRDefault="001A5744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7308"/>
      </w:tblGrid>
      <w:tr w:rsidR="001A5744" w:rsidTr="001A5744">
        <w:trPr>
          <w:trHeight w:val="578"/>
        </w:trPr>
        <w:tc>
          <w:tcPr>
            <w:tcW w:w="7308" w:type="dxa"/>
            <w:shd w:val="clear" w:color="auto" w:fill="FABF8F" w:themeFill="accent6" w:themeFillTint="99"/>
          </w:tcPr>
          <w:p w:rsidR="001A5744" w:rsidRPr="0027766E" w:rsidRDefault="001A5744" w:rsidP="001A5744">
            <w:r w:rsidRPr="0027766E">
              <w:t xml:space="preserve">Place a picture of your evidence here - may include workbook pages, models, successful and failed experiments, etc. </w:t>
            </w:r>
            <w:r w:rsidRPr="0027766E">
              <w:rPr>
                <w:b/>
              </w:rPr>
              <w:t>This should include all of the final studio works you made.</w:t>
            </w:r>
          </w:p>
        </w:tc>
        <w:tc>
          <w:tcPr>
            <w:tcW w:w="7308" w:type="dxa"/>
            <w:shd w:val="clear" w:color="auto" w:fill="B2A1C7" w:themeFill="accent4" w:themeFillTint="99"/>
          </w:tcPr>
          <w:p w:rsidR="001A5744" w:rsidRDefault="001A5744" w:rsidP="001A5744">
            <w:pPr>
              <w:rPr>
                <w:b/>
              </w:rPr>
            </w:pPr>
            <w:r w:rsidRPr="0027766E">
              <w:t>Write a brief description of what this evidence is</w:t>
            </w:r>
            <w:r>
              <w:rPr>
                <w:b/>
              </w:rPr>
              <w:t xml:space="preserve"> and what you learned from it.</w:t>
            </w:r>
          </w:p>
        </w:tc>
      </w:tr>
      <w:tr w:rsidR="001A5744" w:rsidTr="001A5744">
        <w:trPr>
          <w:trHeight w:val="8372"/>
        </w:trPr>
        <w:tc>
          <w:tcPr>
            <w:tcW w:w="7308" w:type="dxa"/>
          </w:tcPr>
          <w:p w:rsidR="001A5744" w:rsidRDefault="001A5744" w:rsidP="001A5744">
            <w:pPr>
              <w:rPr>
                <w:b/>
              </w:rPr>
            </w:pPr>
          </w:p>
        </w:tc>
        <w:tc>
          <w:tcPr>
            <w:tcW w:w="7308" w:type="dxa"/>
          </w:tcPr>
          <w:p w:rsidR="001A5744" w:rsidRDefault="001A5744" w:rsidP="001A5744">
            <w:pPr>
              <w:rPr>
                <w:b/>
              </w:rPr>
            </w:pPr>
          </w:p>
        </w:tc>
      </w:tr>
    </w:tbl>
    <w:p w:rsidR="001A5744" w:rsidRDefault="001A5744">
      <w:pPr>
        <w:rPr>
          <w:b/>
        </w:rPr>
      </w:pPr>
    </w:p>
    <w:p w:rsidR="001A5744" w:rsidRDefault="001A5744">
      <w:pPr>
        <w:rPr>
          <w:b/>
        </w:rPr>
      </w:pPr>
    </w:p>
    <w:p w:rsidR="001A5744" w:rsidRDefault="001A5744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7308"/>
      </w:tblGrid>
      <w:tr w:rsidR="001A5744" w:rsidTr="001A5744">
        <w:trPr>
          <w:trHeight w:val="578"/>
        </w:trPr>
        <w:tc>
          <w:tcPr>
            <w:tcW w:w="7308" w:type="dxa"/>
            <w:shd w:val="clear" w:color="auto" w:fill="FABF8F" w:themeFill="accent6" w:themeFillTint="99"/>
          </w:tcPr>
          <w:p w:rsidR="001A5744" w:rsidRPr="0027766E" w:rsidRDefault="001A5744" w:rsidP="001A5744">
            <w:r w:rsidRPr="0027766E">
              <w:t xml:space="preserve">Place a picture of your evidence here - may include workbook pages, models, successful and failed experiments, etc. </w:t>
            </w:r>
            <w:r w:rsidRPr="0027766E">
              <w:rPr>
                <w:b/>
              </w:rPr>
              <w:t>This should include all of the final studio works you made.</w:t>
            </w:r>
          </w:p>
        </w:tc>
        <w:tc>
          <w:tcPr>
            <w:tcW w:w="7308" w:type="dxa"/>
            <w:shd w:val="clear" w:color="auto" w:fill="B2A1C7" w:themeFill="accent4" w:themeFillTint="99"/>
          </w:tcPr>
          <w:p w:rsidR="001A5744" w:rsidRDefault="001A5744" w:rsidP="001A5744">
            <w:pPr>
              <w:rPr>
                <w:b/>
              </w:rPr>
            </w:pPr>
            <w:r w:rsidRPr="0027766E">
              <w:t>Write a brief description of what this evidence is</w:t>
            </w:r>
            <w:r>
              <w:rPr>
                <w:b/>
              </w:rPr>
              <w:t xml:space="preserve"> and what you learned from it.</w:t>
            </w:r>
          </w:p>
        </w:tc>
      </w:tr>
      <w:tr w:rsidR="001A5744" w:rsidTr="001A5744">
        <w:trPr>
          <w:trHeight w:val="8372"/>
        </w:trPr>
        <w:tc>
          <w:tcPr>
            <w:tcW w:w="7308" w:type="dxa"/>
          </w:tcPr>
          <w:p w:rsidR="001A5744" w:rsidRDefault="001A5744" w:rsidP="001A5744">
            <w:pPr>
              <w:rPr>
                <w:b/>
              </w:rPr>
            </w:pPr>
          </w:p>
        </w:tc>
        <w:tc>
          <w:tcPr>
            <w:tcW w:w="7308" w:type="dxa"/>
          </w:tcPr>
          <w:p w:rsidR="001A5744" w:rsidRDefault="001A5744" w:rsidP="001A5744">
            <w:pPr>
              <w:rPr>
                <w:b/>
              </w:rPr>
            </w:pPr>
          </w:p>
        </w:tc>
      </w:tr>
    </w:tbl>
    <w:p w:rsidR="001A5744" w:rsidRDefault="001A5744">
      <w:pPr>
        <w:rPr>
          <w:b/>
        </w:rPr>
      </w:pPr>
    </w:p>
    <w:p w:rsidR="001A5744" w:rsidRDefault="001A5744">
      <w:pPr>
        <w:rPr>
          <w:b/>
        </w:rPr>
      </w:pPr>
      <w:r>
        <w:rPr>
          <w:b/>
        </w:rPr>
        <w:t xml:space="preserve">Part 2 - Finished Studio Work Assessment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7308"/>
      </w:tblGrid>
      <w:tr w:rsidR="001A5744" w:rsidTr="001A5744">
        <w:tc>
          <w:tcPr>
            <w:tcW w:w="14616" w:type="dxa"/>
            <w:gridSpan w:val="2"/>
            <w:shd w:val="clear" w:color="auto" w:fill="C2D69B" w:themeFill="accent3" w:themeFillTint="99"/>
          </w:tcPr>
          <w:p w:rsidR="001A5744" w:rsidRDefault="001A5744">
            <w:pPr>
              <w:rPr>
                <w:b/>
              </w:rPr>
            </w:pPr>
            <w:r w:rsidRPr="001A5744">
              <w:t xml:space="preserve">Place </w:t>
            </w:r>
            <w:proofErr w:type="spellStart"/>
            <w:r w:rsidRPr="001A5744">
              <w:t>pics</w:t>
            </w:r>
            <w:proofErr w:type="spellEnd"/>
            <w:r w:rsidRPr="001A5744">
              <w:t xml:space="preserve"> of the work you choose as your most effective here</w:t>
            </w:r>
            <w:r>
              <w:rPr>
                <w:b/>
              </w:rPr>
              <w:t xml:space="preserve"> - for 2D work give a full and detail shot - 3D show two views</w:t>
            </w:r>
          </w:p>
        </w:tc>
      </w:tr>
      <w:tr w:rsidR="001A5744" w:rsidTr="001A5744">
        <w:trPr>
          <w:trHeight w:val="9692"/>
        </w:trPr>
        <w:tc>
          <w:tcPr>
            <w:tcW w:w="7308" w:type="dxa"/>
          </w:tcPr>
          <w:p w:rsidR="001A5744" w:rsidRDefault="001A5744">
            <w:pPr>
              <w:rPr>
                <w:b/>
              </w:rPr>
            </w:pPr>
          </w:p>
        </w:tc>
        <w:tc>
          <w:tcPr>
            <w:tcW w:w="7308" w:type="dxa"/>
          </w:tcPr>
          <w:p w:rsidR="001A5744" w:rsidRDefault="001A5744">
            <w:pPr>
              <w:rPr>
                <w:b/>
              </w:rPr>
            </w:pPr>
          </w:p>
        </w:tc>
      </w:tr>
    </w:tbl>
    <w:p w:rsidR="001A5744" w:rsidRDefault="001A5744">
      <w:pPr>
        <w:rPr>
          <w:b/>
        </w:rPr>
      </w:pPr>
    </w:p>
    <w:p w:rsidR="001A5744" w:rsidRDefault="00C067F8">
      <w:pPr>
        <w:rPr>
          <w:b/>
        </w:rPr>
      </w:pPr>
      <w:r>
        <w:rPr>
          <w:b/>
        </w:rPr>
        <w:t>Reflection</w:t>
      </w:r>
    </w:p>
    <w:p w:rsidR="00C067F8" w:rsidRPr="00C067F8" w:rsidRDefault="00C067F8" w:rsidP="00C067F8">
      <w:pPr>
        <w:rPr>
          <w:bCs/>
          <w:color w:val="0000FF"/>
        </w:rPr>
      </w:pPr>
      <w:r w:rsidRPr="00C067F8">
        <w:rPr>
          <w:bCs/>
          <w:color w:val="0000FF"/>
        </w:rPr>
        <w:t>What ideas/visual experiences can Formalism express?</w:t>
      </w:r>
    </w:p>
    <w:p w:rsidR="00C067F8" w:rsidRDefault="00C067F8">
      <w:pPr>
        <w:rPr>
          <w:b/>
        </w:rPr>
      </w:pPr>
      <w:r>
        <w:rPr>
          <w:b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121920</wp:posOffset>
                </wp:positionH>
                <wp:positionV relativeFrom="paragraph">
                  <wp:posOffset>150495</wp:posOffset>
                </wp:positionV>
                <wp:extent cx="8763000" cy="4968240"/>
                <wp:effectExtent l="0" t="0" r="25400" b="3556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63000" cy="49682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067F8" w:rsidRDefault="00C067F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9.6pt;margin-top:11.85pt;width:690pt;height:391.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" filled="f" strokecolor="black [3213]">
                <v:textbox>
                  <w:txbxContent>
                    <w:p w:rsidR="00C067F8" w:rsidRDefault="00C067F8"/>
                  </w:txbxContent>
                </v:textbox>
                <w10:wrap type="square"/>
              </v:shape>
            </w:pict>
          </mc:Fallback>
        </mc:AlternateContent>
      </w:r>
    </w:p>
    <w:p w:rsidR="00C067F8" w:rsidRDefault="00C067F8">
      <w:pPr>
        <w:rPr>
          <w:b/>
        </w:rPr>
      </w:pPr>
    </w:p>
    <w:p w:rsidR="00C067F8" w:rsidRDefault="00C067F8">
      <w:pPr>
        <w:rPr>
          <w:b/>
        </w:rPr>
      </w:pPr>
    </w:p>
    <w:p w:rsidR="00C067F8" w:rsidRDefault="00C067F8">
      <w:pPr>
        <w:rPr>
          <w:b/>
        </w:rPr>
      </w:pPr>
    </w:p>
    <w:p w:rsidR="001A5744" w:rsidRPr="0027766E" w:rsidRDefault="002E1A83">
      <w:pPr>
        <w:rPr>
          <w:b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44AB8F" wp14:editId="2B768416">
                <wp:simplePos x="0" y="0"/>
                <wp:positionH relativeFrom="column">
                  <wp:posOffset>-86995</wp:posOffset>
                </wp:positionH>
                <wp:positionV relativeFrom="paragraph">
                  <wp:posOffset>340995</wp:posOffset>
                </wp:positionV>
                <wp:extent cx="6915150" cy="6318250"/>
                <wp:effectExtent l="0" t="0" r="0" b="63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15150" cy="6318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10588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817"/>
                              <w:gridCol w:w="1843"/>
                              <w:gridCol w:w="1321"/>
                              <w:gridCol w:w="1321"/>
                              <w:gridCol w:w="1322"/>
                              <w:gridCol w:w="1321"/>
                              <w:gridCol w:w="1321"/>
                              <w:gridCol w:w="1322"/>
                            </w:tblGrid>
                            <w:tr w:rsidR="002E1A83" w:rsidTr="007B7DE0">
                              <w:trPr>
                                <w:cantSplit/>
                                <w:trHeight w:val="1408"/>
                              </w:trPr>
                              <w:tc>
                                <w:tcPr>
                                  <w:tcW w:w="817" w:type="dxa"/>
                                  <w:textDirection w:val="btLr"/>
                                  <w:vAlign w:val="center"/>
                                </w:tcPr>
                                <w:p w:rsidR="002E1A83" w:rsidRDefault="002E1A83" w:rsidP="004418A5">
                                  <w:pPr>
                                    <w:ind w:left="113" w:right="113"/>
                                    <w:jc w:val="center"/>
                                  </w:pPr>
                                  <w:r>
                                    <w:t xml:space="preserve">   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vAlign w:val="center"/>
                                </w:tcPr>
                                <w:p w:rsidR="002E1A83" w:rsidRPr="007B7DE0" w:rsidRDefault="002E1A83" w:rsidP="007B7DE0">
                                  <w:pPr>
                                    <w:rPr>
                                      <w:color w:val="800000"/>
                                      <w:sz w:val="18"/>
                                      <w:szCs w:val="18"/>
                                    </w:rPr>
                                  </w:pPr>
                                  <w:r w:rsidRPr="007B7DE0">
                                    <w:rPr>
                                      <w:color w:val="800000"/>
                                      <w:sz w:val="18"/>
                                      <w:szCs w:val="18"/>
                                    </w:rPr>
                                    <w:t>Highlighted areas below need further development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vAlign w:val="center"/>
                                </w:tcPr>
                                <w:p w:rsidR="002E1A83" w:rsidRPr="0074205B" w:rsidRDefault="002E1A83" w:rsidP="001F789F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>Studio work goes well beyond expectations in conveying understanding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2E1A83" w:rsidRPr="0074205B" w:rsidRDefault="002E1A83" w:rsidP="0093043D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Studio work shows an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complete 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>understanding of the concepts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vAlign w:val="center"/>
                                </w:tcPr>
                                <w:p w:rsidR="002E1A83" w:rsidRPr="0074205B" w:rsidRDefault="002E1A83" w:rsidP="0093043D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 Studio work shows a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nearly complete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 understanding of the concepts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2E1A83" w:rsidRPr="0074205B" w:rsidRDefault="002E1A83" w:rsidP="00FB61F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Studio work shows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an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emerging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 understanding of the concepts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vAlign w:val="center"/>
                                </w:tcPr>
                                <w:p w:rsidR="002E1A83" w:rsidRPr="0074205B" w:rsidRDefault="002E1A83" w:rsidP="001F789F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>Studio work shows very little understanding of the concepts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2E1A83" w:rsidRPr="0074205B" w:rsidRDefault="002E1A83" w:rsidP="00932295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Studio work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not present or completely misses 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>the mark</w:t>
                                  </w:r>
                                </w:p>
                              </w:tc>
                            </w:tr>
                            <w:tr w:rsidR="002E1A83" w:rsidTr="00353310">
                              <w:trPr>
                                <w:cantSplit/>
                                <w:trHeight w:val="1134"/>
                              </w:trPr>
                              <w:tc>
                                <w:tcPr>
                                  <w:tcW w:w="817" w:type="dxa"/>
                                  <w:shd w:val="clear" w:color="auto" w:fill="FDE9D9" w:themeFill="accent6" w:themeFillTint="33"/>
                                  <w:textDirection w:val="btLr"/>
                                  <w:vAlign w:val="center"/>
                                </w:tcPr>
                                <w:p w:rsidR="002E1A83" w:rsidRPr="0074205B" w:rsidRDefault="002E1A83" w:rsidP="00353310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 xml:space="preserve">Develop Craft 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shd w:val="clear" w:color="auto" w:fill="FBD4B4" w:themeFill="accent6" w:themeFillTint="66"/>
                                </w:tcPr>
                                <w:p w:rsidR="002E1A83" w:rsidRPr="0074205B" w:rsidRDefault="002E1A83" w:rsidP="004418A5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>Your artwork shows a developed skill with the media used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and 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>shows attention to detail and care and skill in construction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:rsidR="002E1A83" w:rsidRDefault="002E1A83" w:rsidP="00FA04F1">
                                  <w:pPr>
                                    <w:jc w:val="center"/>
                                  </w:pPr>
                                  <w: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2E1A83" w:rsidRDefault="002E1A83" w:rsidP="00FA04F1">
                                  <w:pPr>
                                    <w:jc w:val="center"/>
                                  </w:pPr>
                                  <w: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auto"/>
                                  <w:vAlign w:val="center"/>
                                </w:tcPr>
                                <w:p w:rsidR="002E1A83" w:rsidRDefault="002E1A83" w:rsidP="00FA04F1">
                                  <w:pPr>
                                    <w:jc w:val="center"/>
                                  </w:pPr>
                                  <w: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2E1A83" w:rsidRDefault="002E1A83" w:rsidP="00FA04F1">
                                  <w:pPr>
                                    <w:jc w:val="center"/>
                                  </w:pPr>
                                  <w: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:rsidR="002E1A83" w:rsidRDefault="002E1A83" w:rsidP="00FA04F1">
                                  <w:pPr>
                                    <w:jc w:val="center"/>
                                  </w:pPr>
                                  <w: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2E1A83" w:rsidRDefault="002E1A83" w:rsidP="00FA04F1">
                                  <w:pPr>
                                    <w:jc w:val="center"/>
                                  </w:pPr>
                                  <w:r>
                                    <w:t>11</w:t>
                                  </w:r>
                                </w:p>
                              </w:tc>
                            </w:tr>
                            <w:tr w:rsidR="002E1A83" w:rsidTr="00353310">
                              <w:trPr>
                                <w:cantSplit/>
                                <w:trHeight w:val="1134"/>
                              </w:trPr>
                              <w:tc>
                                <w:tcPr>
                                  <w:tcW w:w="817" w:type="dxa"/>
                                  <w:shd w:val="clear" w:color="auto" w:fill="DAEEF3" w:themeFill="accent5" w:themeFillTint="33"/>
                                  <w:textDirection w:val="btLr"/>
                                  <w:vAlign w:val="center"/>
                                </w:tcPr>
                                <w:p w:rsidR="002E1A83" w:rsidRPr="0074205B" w:rsidRDefault="002E1A83" w:rsidP="00353310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2E1A83" w:rsidRPr="0074205B" w:rsidRDefault="002E1A83" w:rsidP="00353310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Envision</w:t>
                                  </w:r>
                                </w:p>
                                <w:p w:rsidR="002E1A83" w:rsidRPr="0074205B" w:rsidRDefault="002E1A83" w:rsidP="00353310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3" w:type="dxa"/>
                                  <w:shd w:val="clear" w:color="auto" w:fill="B6DDE8" w:themeFill="accent5" w:themeFillTint="66"/>
                                </w:tcPr>
                                <w:p w:rsidR="002E1A83" w:rsidRPr="0074205B" w:rsidRDefault="002E1A83" w:rsidP="0035331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>You develop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ed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 your initial ideas into a finished artwork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and you 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>found a unique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and personal visual solution that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 avoided obvious clichés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:rsidR="002E1A83" w:rsidRDefault="002E1A83" w:rsidP="00FA04F1">
                                  <w:pPr>
                                    <w:jc w:val="center"/>
                                  </w:pPr>
                                  <w: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2E1A83" w:rsidRDefault="002E1A83" w:rsidP="00FA04F1">
                                  <w:pPr>
                                    <w:jc w:val="center"/>
                                  </w:pPr>
                                  <w: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auto"/>
                                  <w:vAlign w:val="center"/>
                                </w:tcPr>
                                <w:p w:rsidR="002E1A83" w:rsidRDefault="002E1A83" w:rsidP="00FA04F1">
                                  <w:pPr>
                                    <w:jc w:val="center"/>
                                  </w:pPr>
                                  <w: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2E1A83" w:rsidRDefault="002E1A83" w:rsidP="00FA04F1">
                                  <w:pPr>
                                    <w:jc w:val="center"/>
                                  </w:pPr>
                                  <w: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:rsidR="002E1A83" w:rsidRDefault="002E1A83" w:rsidP="00FA04F1">
                                  <w:pPr>
                                    <w:jc w:val="center"/>
                                  </w:pPr>
                                  <w: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2E1A83" w:rsidRDefault="002E1A83" w:rsidP="00FA04F1">
                                  <w:pPr>
                                    <w:jc w:val="center"/>
                                  </w:pPr>
                                  <w:r>
                                    <w:t>11</w:t>
                                  </w:r>
                                </w:p>
                              </w:tc>
                            </w:tr>
                            <w:tr w:rsidR="002E1A83" w:rsidTr="00353310">
                              <w:trPr>
                                <w:cantSplit/>
                                <w:trHeight w:val="1134"/>
                              </w:trPr>
                              <w:tc>
                                <w:tcPr>
                                  <w:tcW w:w="817" w:type="dxa"/>
                                  <w:shd w:val="clear" w:color="auto" w:fill="E5DFEC" w:themeFill="accent4" w:themeFillTint="33"/>
                                  <w:textDirection w:val="btLr"/>
                                  <w:vAlign w:val="center"/>
                                </w:tcPr>
                                <w:p w:rsidR="002E1A83" w:rsidRPr="0074205B" w:rsidRDefault="002E1A83" w:rsidP="00353310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2E1A83" w:rsidRPr="0074205B" w:rsidRDefault="002E1A83" w:rsidP="00353310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Express</w:t>
                                  </w:r>
                                </w:p>
                                <w:p w:rsidR="002E1A83" w:rsidRPr="0074205B" w:rsidRDefault="002E1A83" w:rsidP="00353310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3" w:type="dxa"/>
                                  <w:shd w:val="clear" w:color="auto" w:fill="CCC0D9" w:themeFill="accent4" w:themeFillTint="66"/>
                                </w:tcPr>
                                <w:p w:rsidR="002E1A83" w:rsidRPr="0074205B" w:rsidRDefault="002E1A83" w:rsidP="004418A5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You considered and integrated all aspects of your composition so that your 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artwork </w:t>
                                  </w:r>
                                  <w:r w:rsidRPr="0074205B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 xml:space="preserve">communicates 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your “big ideas” </w:t>
                                  </w:r>
                                  <w:r w:rsidRPr="0074205B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effectively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:rsidR="002E1A83" w:rsidRDefault="002E1A83" w:rsidP="00FA04F1">
                                  <w:pPr>
                                    <w:jc w:val="center"/>
                                  </w:pPr>
                                  <w: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2E1A83" w:rsidRDefault="002E1A83" w:rsidP="00FA04F1">
                                  <w:pPr>
                                    <w:jc w:val="center"/>
                                  </w:pPr>
                                  <w: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auto"/>
                                  <w:vAlign w:val="center"/>
                                </w:tcPr>
                                <w:p w:rsidR="002E1A83" w:rsidRDefault="002E1A83" w:rsidP="00FA04F1">
                                  <w:pPr>
                                    <w:jc w:val="center"/>
                                  </w:pPr>
                                  <w: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2E1A83" w:rsidRDefault="002E1A83" w:rsidP="00FA04F1">
                                  <w:pPr>
                                    <w:jc w:val="center"/>
                                  </w:pPr>
                                  <w: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:rsidR="002E1A83" w:rsidRDefault="002E1A83" w:rsidP="00FA04F1">
                                  <w:pPr>
                                    <w:jc w:val="center"/>
                                  </w:pPr>
                                  <w: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2E1A83" w:rsidRDefault="002E1A83" w:rsidP="00FA04F1">
                                  <w:pPr>
                                    <w:jc w:val="center"/>
                                  </w:pPr>
                                  <w:r>
                                    <w:t>11</w:t>
                                  </w:r>
                                </w:p>
                              </w:tc>
                            </w:tr>
                            <w:tr w:rsidR="002E1A83" w:rsidTr="00353310">
                              <w:trPr>
                                <w:cantSplit/>
                                <w:trHeight w:val="1134"/>
                              </w:trPr>
                              <w:tc>
                                <w:tcPr>
                                  <w:tcW w:w="817" w:type="dxa"/>
                                  <w:shd w:val="clear" w:color="auto" w:fill="EAF1DD" w:themeFill="accent3" w:themeFillTint="33"/>
                                  <w:textDirection w:val="btLr"/>
                                  <w:vAlign w:val="center"/>
                                </w:tcPr>
                                <w:p w:rsidR="002E1A83" w:rsidRPr="0074205B" w:rsidRDefault="002E1A83" w:rsidP="00353310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 xml:space="preserve">Stretch and </w:t>
                                  </w:r>
                                  <w:r w:rsidRPr="0074205B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Explore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shd w:val="clear" w:color="auto" w:fill="D6E3BC" w:themeFill="accent3" w:themeFillTint="66"/>
                                </w:tcPr>
                                <w:p w:rsidR="002E1A83" w:rsidRPr="0074205B" w:rsidRDefault="002E1A83" w:rsidP="00F31E8E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Y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ou planned and experimented with multiple solutions in order to explore </w:t>
                                  </w:r>
                                  <w:r w:rsidRPr="0074205B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creative possibilities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 before deciding on your course of action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:rsidR="002E1A83" w:rsidRDefault="002E1A83" w:rsidP="00FA04F1">
                                  <w:pPr>
                                    <w:jc w:val="center"/>
                                  </w:pPr>
                                  <w: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2E1A83" w:rsidRDefault="002E1A83" w:rsidP="00FA04F1">
                                  <w:pPr>
                                    <w:jc w:val="center"/>
                                  </w:pPr>
                                  <w: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auto"/>
                                  <w:vAlign w:val="center"/>
                                </w:tcPr>
                                <w:p w:rsidR="002E1A83" w:rsidRDefault="002E1A83" w:rsidP="00FA04F1">
                                  <w:pPr>
                                    <w:jc w:val="center"/>
                                  </w:pPr>
                                  <w: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2E1A83" w:rsidRDefault="002E1A83" w:rsidP="00FA04F1">
                                  <w:pPr>
                                    <w:jc w:val="center"/>
                                  </w:pPr>
                                  <w: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:rsidR="002E1A83" w:rsidRDefault="002E1A83" w:rsidP="00FA04F1">
                                  <w:pPr>
                                    <w:jc w:val="center"/>
                                  </w:pPr>
                                  <w: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2E1A83" w:rsidRDefault="002E1A83" w:rsidP="00FA04F1">
                                  <w:pPr>
                                    <w:jc w:val="center"/>
                                  </w:pPr>
                                  <w:r>
                                    <w:t>11</w:t>
                                  </w:r>
                                </w:p>
                              </w:tc>
                            </w:tr>
                            <w:tr w:rsidR="002E1A83" w:rsidTr="00932295">
                              <w:trPr>
                                <w:cantSplit/>
                                <w:trHeight w:val="1264"/>
                              </w:trPr>
                              <w:tc>
                                <w:tcPr>
                                  <w:tcW w:w="817" w:type="dxa"/>
                                  <w:shd w:val="clear" w:color="auto" w:fill="F2DBDB" w:themeFill="accent2" w:themeFillTint="33"/>
                                  <w:textDirection w:val="btLr"/>
                                  <w:vAlign w:val="center"/>
                                </w:tcPr>
                                <w:p w:rsidR="002E1A83" w:rsidRPr="0074205B" w:rsidRDefault="002E1A83" w:rsidP="004418A5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Engage and Persist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shd w:val="clear" w:color="auto" w:fill="E5B8B7" w:themeFill="accent2" w:themeFillTint="66"/>
                                </w:tcPr>
                                <w:p w:rsidR="002E1A83" w:rsidRPr="0074205B" w:rsidRDefault="002E1A83" w:rsidP="004418A5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You showed persistence in </w:t>
                                  </w:r>
                                  <w:r w:rsidRPr="0074205B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achieving quality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 results and refined work based on your own observations and feedback from others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:rsidR="002E1A83" w:rsidRDefault="002E1A83" w:rsidP="00FA04F1">
                                  <w:pPr>
                                    <w:jc w:val="center"/>
                                  </w:pPr>
                                  <w: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2E1A83" w:rsidRDefault="002E1A83" w:rsidP="00FA04F1">
                                  <w:pPr>
                                    <w:jc w:val="center"/>
                                  </w:pPr>
                                  <w: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auto"/>
                                  <w:vAlign w:val="center"/>
                                </w:tcPr>
                                <w:p w:rsidR="002E1A83" w:rsidRDefault="002E1A83" w:rsidP="00FA04F1">
                                  <w:pPr>
                                    <w:jc w:val="center"/>
                                  </w:pPr>
                                  <w: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2E1A83" w:rsidRDefault="002E1A83" w:rsidP="00FA04F1">
                                  <w:pPr>
                                    <w:jc w:val="center"/>
                                  </w:pPr>
                                  <w: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:rsidR="002E1A83" w:rsidRDefault="002E1A83" w:rsidP="00FA04F1">
                                  <w:pPr>
                                    <w:jc w:val="center"/>
                                  </w:pPr>
                                  <w: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2E1A83" w:rsidRDefault="002E1A83" w:rsidP="00FA04F1">
                                  <w:pPr>
                                    <w:jc w:val="center"/>
                                  </w:pPr>
                                  <w:r>
                                    <w:t>11</w:t>
                                  </w:r>
                                </w:p>
                              </w:tc>
                            </w:tr>
                            <w:tr w:rsidR="00C067F8" w:rsidTr="00C067F8">
                              <w:trPr>
                                <w:cantSplit/>
                                <w:trHeight w:val="1264"/>
                              </w:trPr>
                              <w:tc>
                                <w:tcPr>
                                  <w:tcW w:w="817" w:type="dxa"/>
                                  <w:shd w:val="clear" w:color="auto" w:fill="B8CCE4" w:themeFill="accent1" w:themeFillTint="66"/>
                                  <w:textDirection w:val="btLr"/>
                                  <w:vAlign w:val="center"/>
                                </w:tcPr>
                                <w:p w:rsidR="00C067F8" w:rsidRPr="0074205B" w:rsidRDefault="00C067F8" w:rsidP="004418A5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Reflect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shd w:val="clear" w:color="auto" w:fill="95B3D7" w:themeFill="accent1" w:themeFillTint="99"/>
                                </w:tcPr>
                                <w:p w:rsidR="00C067F8" w:rsidRPr="0074205B" w:rsidRDefault="00C067F8" w:rsidP="004418A5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your</w:t>
                                  </w:r>
                                  <w:proofErr w:type="gramEnd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response shows clearly how your work expresses an idea or visual experience 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:rsidR="00C067F8" w:rsidRDefault="00C067F8" w:rsidP="0096331C">
                                  <w:pPr>
                                    <w:jc w:val="center"/>
                                  </w:pPr>
                                  <w: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C067F8" w:rsidRDefault="00C067F8" w:rsidP="0096331C">
                                  <w:pPr>
                                    <w:jc w:val="center"/>
                                  </w:pPr>
                                  <w: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auto"/>
                                  <w:vAlign w:val="center"/>
                                </w:tcPr>
                                <w:p w:rsidR="00C067F8" w:rsidRDefault="00C067F8" w:rsidP="0096331C">
                                  <w:pPr>
                                    <w:jc w:val="center"/>
                                  </w:pPr>
                                  <w: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C067F8" w:rsidRDefault="00C067F8" w:rsidP="0096331C">
                                  <w:pPr>
                                    <w:jc w:val="center"/>
                                  </w:pPr>
                                  <w: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:rsidR="00C067F8" w:rsidRDefault="00C067F8" w:rsidP="0096331C">
                                  <w:pPr>
                                    <w:jc w:val="center"/>
                                  </w:pPr>
                                  <w: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C067F8" w:rsidRDefault="00C067F8" w:rsidP="0096331C">
                                  <w:pPr>
                                    <w:jc w:val="center"/>
                                  </w:pPr>
                                  <w:r>
                                    <w:t>11</w:t>
                                  </w:r>
                                </w:p>
                              </w:tc>
                            </w:tr>
                          </w:tbl>
                          <w:p w:rsidR="002E1A83" w:rsidRDefault="002E1A83" w:rsidP="002E1A8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7" type="#_x0000_t202" style="position:absolute;margin-left:-6.8pt;margin-top:26.85pt;width:544.5pt;height:49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10588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817"/>
                        <w:gridCol w:w="1843"/>
                        <w:gridCol w:w="1321"/>
                        <w:gridCol w:w="1321"/>
                        <w:gridCol w:w="1322"/>
                        <w:gridCol w:w="1321"/>
                        <w:gridCol w:w="1321"/>
                        <w:gridCol w:w="1322"/>
                      </w:tblGrid>
                      <w:tr w:rsidR="002E1A83" w:rsidTr="007B7DE0">
                        <w:trPr>
                          <w:cantSplit/>
                          <w:trHeight w:val="1408"/>
                        </w:trPr>
                        <w:tc>
                          <w:tcPr>
                            <w:tcW w:w="817" w:type="dxa"/>
                            <w:textDirection w:val="btLr"/>
                            <w:vAlign w:val="center"/>
                          </w:tcPr>
                          <w:p w:rsidR="002E1A83" w:rsidRDefault="002E1A83" w:rsidP="004418A5">
                            <w:pPr>
                              <w:ind w:left="113" w:right="113"/>
                              <w:jc w:val="center"/>
                            </w:pPr>
                            <w:r>
                              <w:t xml:space="preserve">   </w:t>
                            </w:r>
                          </w:p>
                        </w:tc>
                        <w:tc>
                          <w:tcPr>
                            <w:tcW w:w="1843" w:type="dxa"/>
                            <w:vAlign w:val="center"/>
                          </w:tcPr>
                          <w:p w:rsidR="002E1A83" w:rsidRPr="007B7DE0" w:rsidRDefault="002E1A83" w:rsidP="007B7DE0">
                            <w:pPr>
                              <w:rPr>
                                <w:color w:val="800000"/>
                                <w:sz w:val="18"/>
                                <w:szCs w:val="18"/>
                              </w:rPr>
                            </w:pPr>
                            <w:r w:rsidRPr="007B7DE0">
                              <w:rPr>
                                <w:color w:val="800000"/>
                                <w:sz w:val="18"/>
                                <w:szCs w:val="18"/>
                              </w:rPr>
                              <w:t>Highlighted areas below need further development</w:t>
                            </w:r>
                          </w:p>
                        </w:tc>
                        <w:tc>
                          <w:tcPr>
                            <w:tcW w:w="1321" w:type="dxa"/>
                            <w:vAlign w:val="center"/>
                          </w:tcPr>
                          <w:p w:rsidR="002E1A83" w:rsidRPr="0074205B" w:rsidRDefault="002E1A83" w:rsidP="001F789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sz w:val="16"/>
                                <w:szCs w:val="16"/>
                              </w:rPr>
                              <w:t>Studio work goes well beyond expectations in conveying understanding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2E1A83" w:rsidRPr="0074205B" w:rsidRDefault="002E1A83" w:rsidP="0093043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Studio work shows an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complete 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>understanding of the concepts</w:t>
                            </w:r>
                          </w:p>
                        </w:tc>
                        <w:tc>
                          <w:tcPr>
                            <w:tcW w:w="1322" w:type="dxa"/>
                            <w:vAlign w:val="center"/>
                          </w:tcPr>
                          <w:p w:rsidR="002E1A83" w:rsidRPr="0074205B" w:rsidRDefault="002E1A83" w:rsidP="0093043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 Studio work shows a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nearly complete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 understanding of the concepts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2E1A83" w:rsidRPr="0074205B" w:rsidRDefault="002E1A83" w:rsidP="00FB61F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Studio work shows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an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emerging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 understanding of the concepts</w:t>
                            </w:r>
                          </w:p>
                        </w:tc>
                        <w:tc>
                          <w:tcPr>
                            <w:tcW w:w="1321" w:type="dxa"/>
                            <w:vAlign w:val="center"/>
                          </w:tcPr>
                          <w:p w:rsidR="002E1A83" w:rsidRPr="0074205B" w:rsidRDefault="002E1A83" w:rsidP="001F789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sz w:val="16"/>
                                <w:szCs w:val="16"/>
                              </w:rPr>
                              <w:t>Studio work shows very little understanding of the concepts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2E1A83" w:rsidRPr="0074205B" w:rsidRDefault="002E1A83" w:rsidP="0093229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Studio work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not present or completely misses 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>the mark</w:t>
                            </w:r>
                          </w:p>
                        </w:tc>
                      </w:tr>
                      <w:tr w:rsidR="002E1A83" w:rsidTr="00353310">
                        <w:trPr>
                          <w:cantSplit/>
                          <w:trHeight w:val="1134"/>
                        </w:trPr>
                        <w:tc>
                          <w:tcPr>
                            <w:tcW w:w="817" w:type="dxa"/>
                            <w:shd w:val="clear" w:color="auto" w:fill="FDE9D9" w:themeFill="accent6" w:themeFillTint="33"/>
                            <w:textDirection w:val="btLr"/>
                            <w:vAlign w:val="center"/>
                          </w:tcPr>
                          <w:p w:rsidR="002E1A83" w:rsidRPr="0074205B" w:rsidRDefault="002E1A83" w:rsidP="00353310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Develop Craft </w:t>
                            </w:r>
                          </w:p>
                        </w:tc>
                        <w:tc>
                          <w:tcPr>
                            <w:tcW w:w="1843" w:type="dxa"/>
                            <w:shd w:val="clear" w:color="auto" w:fill="FBD4B4" w:themeFill="accent6" w:themeFillTint="66"/>
                          </w:tcPr>
                          <w:p w:rsidR="002E1A83" w:rsidRPr="0074205B" w:rsidRDefault="002E1A83" w:rsidP="004418A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sz w:val="16"/>
                                <w:szCs w:val="16"/>
                              </w:rPr>
                              <w:t>Your artwork shows a developed skill with the media used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and 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>shows attention to detail and care and skill in construction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:rsidR="002E1A83" w:rsidRDefault="002E1A83" w:rsidP="00FA04F1">
                            <w:pPr>
                              <w:jc w:val="center"/>
                            </w:pPr>
                            <w:r>
                              <w:t>20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2E1A83" w:rsidRDefault="002E1A83" w:rsidP="00FA04F1">
                            <w:pPr>
                              <w:jc w:val="center"/>
                            </w:pPr>
                            <w:r>
                              <w:t>19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auto"/>
                            <w:vAlign w:val="center"/>
                          </w:tcPr>
                          <w:p w:rsidR="002E1A83" w:rsidRDefault="002E1A83" w:rsidP="00FA04F1">
                            <w:pPr>
                              <w:jc w:val="center"/>
                            </w:pPr>
                            <w:r>
                              <w:t>17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2E1A83" w:rsidRDefault="002E1A83" w:rsidP="00FA04F1">
                            <w:pPr>
                              <w:jc w:val="center"/>
                            </w:pPr>
                            <w:r>
                              <w:t>15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:rsidR="002E1A83" w:rsidRDefault="002E1A83" w:rsidP="00FA04F1">
                            <w:pPr>
                              <w:jc w:val="center"/>
                            </w:pPr>
                            <w:r>
                              <w:t>13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2E1A83" w:rsidRDefault="002E1A83" w:rsidP="00FA04F1">
                            <w:pPr>
                              <w:jc w:val="center"/>
                            </w:pPr>
                            <w:r>
                              <w:t>11</w:t>
                            </w:r>
                          </w:p>
                        </w:tc>
                      </w:tr>
                      <w:tr w:rsidR="002E1A83" w:rsidTr="00353310">
                        <w:trPr>
                          <w:cantSplit/>
                          <w:trHeight w:val="1134"/>
                        </w:trPr>
                        <w:tc>
                          <w:tcPr>
                            <w:tcW w:w="817" w:type="dxa"/>
                            <w:shd w:val="clear" w:color="auto" w:fill="DAEEF3" w:themeFill="accent5" w:themeFillTint="33"/>
                            <w:textDirection w:val="btLr"/>
                            <w:vAlign w:val="center"/>
                          </w:tcPr>
                          <w:p w:rsidR="002E1A83" w:rsidRPr="0074205B" w:rsidRDefault="002E1A83" w:rsidP="00353310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:rsidR="002E1A83" w:rsidRPr="0074205B" w:rsidRDefault="002E1A83" w:rsidP="00353310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b/>
                                <w:sz w:val="16"/>
                                <w:szCs w:val="16"/>
                              </w:rPr>
                              <w:t>Envision</w:t>
                            </w:r>
                          </w:p>
                          <w:p w:rsidR="002E1A83" w:rsidRPr="0074205B" w:rsidRDefault="002E1A83" w:rsidP="00353310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843" w:type="dxa"/>
                            <w:shd w:val="clear" w:color="auto" w:fill="B6DDE8" w:themeFill="accent5" w:themeFillTint="66"/>
                          </w:tcPr>
                          <w:p w:rsidR="002E1A83" w:rsidRPr="0074205B" w:rsidRDefault="002E1A83" w:rsidP="0035331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sz w:val="16"/>
                                <w:szCs w:val="16"/>
                              </w:rPr>
                              <w:t>You develop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ed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 your initial ideas into a finished artwork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and you 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>found a unique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and personal visual solution that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 avoided obvious clichés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:rsidR="002E1A83" w:rsidRDefault="002E1A83" w:rsidP="00FA04F1">
                            <w:pPr>
                              <w:jc w:val="center"/>
                            </w:pPr>
                            <w:r>
                              <w:t>20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2E1A83" w:rsidRDefault="002E1A83" w:rsidP="00FA04F1">
                            <w:pPr>
                              <w:jc w:val="center"/>
                            </w:pPr>
                            <w:r>
                              <w:t>19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auto"/>
                            <w:vAlign w:val="center"/>
                          </w:tcPr>
                          <w:p w:rsidR="002E1A83" w:rsidRDefault="002E1A83" w:rsidP="00FA04F1">
                            <w:pPr>
                              <w:jc w:val="center"/>
                            </w:pPr>
                            <w:r>
                              <w:t>17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2E1A83" w:rsidRDefault="002E1A83" w:rsidP="00FA04F1">
                            <w:pPr>
                              <w:jc w:val="center"/>
                            </w:pPr>
                            <w:r>
                              <w:t>15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:rsidR="002E1A83" w:rsidRDefault="002E1A83" w:rsidP="00FA04F1">
                            <w:pPr>
                              <w:jc w:val="center"/>
                            </w:pPr>
                            <w:r>
                              <w:t>13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2E1A83" w:rsidRDefault="002E1A83" w:rsidP="00FA04F1">
                            <w:pPr>
                              <w:jc w:val="center"/>
                            </w:pPr>
                            <w:r>
                              <w:t>11</w:t>
                            </w:r>
                          </w:p>
                        </w:tc>
                      </w:tr>
                      <w:tr w:rsidR="002E1A83" w:rsidTr="00353310">
                        <w:trPr>
                          <w:cantSplit/>
                          <w:trHeight w:val="1134"/>
                        </w:trPr>
                        <w:tc>
                          <w:tcPr>
                            <w:tcW w:w="817" w:type="dxa"/>
                            <w:shd w:val="clear" w:color="auto" w:fill="E5DFEC" w:themeFill="accent4" w:themeFillTint="33"/>
                            <w:textDirection w:val="btLr"/>
                            <w:vAlign w:val="center"/>
                          </w:tcPr>
                          <w:p w:rsidR="002E1A83" w:rsidRPr="0074205B" w:rsidRDefault="002E1A83" w:rsidP="00353310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:rsidR="002E1A83" w:rsidRPr="0074205B" w:rsidRDefault="002E1A83" w:rsidP="00353310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b/>
                                <w:sz w:val="16"/>
                                <w:szCs w:val="16"/>
                              </w:rPr>
                              <w:t>Express</w:t>
                            </w:r>
                          </w:p>
                          <w:p w:rsidR="002E1A83" w:rsidRPr="0074205B" w:rsidRDefault="002E1A83" w:rsidP="00353310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843" w:type="dxa"/>
                            <w:shd w:val="clear" w:color="auto" w:fill="CCC0D9" w:themeFill="accent4" w:themeFillTint="66"/>
                          </w:tcPr>
                          <w:p w:rsidR="002E1A83" w:rsidRPr="0074205B" w:rsidRDefault="002E1A83" w:rsidP="004418A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You considered and integrated all aspects of your composition so that your 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artwork </w:t>
                            </w:r>
                            <w:r w:rsidRPr="0074205B">
                              <w:rPr>
                                <w:b/>
                                <w:sz w:val="16"/>
                                <w:szCs w:val="16"/>
                              </w:rPr>
                              <w:t xml:space="preserve">communicates 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your “big ideas” </w:t>
                            </w:r>
                            <w:r w:rsidRPr="0074205B">
                              <w:rPr>
                                <w:b/>
                                <w:sz w:val="16"/>
                                <w:szCs w:val="16"/>
                              </w:rPr>
                              <w:t>effectively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:rsidR="002E1A83" w:rsidRDefault="002E1A83" w:rsidP="00FA04F1">
                            <w:pPr>
                              <w:jc w:val="center"/>
                            </w:pPr>
                            <w:r>
                              <w:t>20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2E1A83" w:rsidRDefault="002E1A83" w:rsidP="00FA04F1">
                            <w:pPr>
                              <w:jc w:val="center"/>
                            </w:pPr>
                            <w:r>
                              <w:t>19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auto"/>
                            <w:vAlign w:val="center"/>
                          </w:tcPr>
                          <w:p w:rsidR="002E1A83" w:rsidRDefault="002E1A83" w:rsidP="00FA04F1">
                            <w:pPr>
                              <w:jc w:val="center"/>
                            </w:pPr>
                            <w:r>
                              <w:t>17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2E1A83" w:rsidRDefault="002E1A83" w:rsidP="00FA04F1">
                            <w:pPr>
                              <w:jc w:val="center"/>
                            </w:pPr>
                            <w:r>
                              <w:t>15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:rsidR="002E1A83" w:rsidRDefault="002E1A83" w:rsidP="00FA04F1">
                            <w:pPr>
                              <w:jc w:val="center"/>
                            </w:pPr>
                            <w:r>
                              <w:t>13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2E1A83" w:rsidRDefault="002E1A83" w:rsidP="00FA04F1">
                            <w:pPr>
                              <w:jc w:val="center"/>
                            </w:pPr>
                            <w:r>
                              <w:t>11</w:t>
                            </w:r>
                          </w:p>
                        </w:tc>
                      </w:tr>
                      <w:tr w:rsidR="002E1A83" w:rsidTr="00353310">
                        <w:trPr>
                          <w:cantSplit/>
                          <w:trHeight w:val="1134"/>
                        </w:trPr>
                        <w:tc>
                          <w:tcPr>
                            <w:tcW w:w="817" w:type="dxa"/>
                            <w:shd w:val="clear" w:color="auto" w:fill="EAF1DD" w:themeFill="accent3" w:themeFillTint="33"/>
                            <w:textDirection w:val="btLr"/>
                            <w:vAlign w:val="center"/>
                          </w:tcPr>
                          <w:p w:rsidR="002E1A83" w:rsidRPr="0074205B" w:rsidRDefault="002E1A83" w:rsidP="00353310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Stretch and </w:t>
                            </w:r>
                            <w:r w:rsidRPr="0074205B">
                              <w:rPr>
                                <w:b/>
                                <w:sz w:val="16"/>
                                <w:szCs w:val="16"/>
                              </w:rPr>
                              <w:t>Explore</w:t>
                            </w:r>
                          </w:p>
                        </w:tc>
                        <w:tc>
                          <w:tcPr>
                            <w:tcW w:w="1843" w:type="dxa"/>
                            <w:shd w:val="clear" w:color="auto" w:fill="D6E3BC" w:themeFill="accent3" w:themeFillTint="66"/>
                          </w:tcPr>
                          <w:p w:rsidR="002E1A83" w:rsidRPr="0074205B" w:rsidRDefault="002E1A83" w:rsidP="00F31E8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Y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ou planned and experimented with multiple solutions in order to explore </w:t>
                            </w:r>
                            <w:r w:rsidRPr="0074205B">
                              <w:rPr>
                                <w:b/>
                                <w:sz w:val="16"/>
                                <w:szCs w:val="16"/>
                              </w:rPr>
                              <w:t>creative possibilities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 before deciding on your course of action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:rsidR="002E1A83" w:rsidRDefault="002E1A83" w:rsidP="00FA04F1">
                            <w:pPr>
                              <w:jc w:val="center"/>
                            </w:pPr>
                            <w:r>
                              <w:t>20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2E1A83" w:rsidRDefault="002E1A83" w:rsidP="00FA04F1">
                            <w:pPr>
                              <w:jc w:val="center"/>
                            </w:pPr>
                            <w:r>
                              <w:t>19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auto"/>
                            <w:vAlign w:val="center"/>
                          </w:tcPr>
                          <w:p w:rsidR="002E1A83" w:rsidRDefault="002E1A83" w:rsidP="00FA04F1">
                            <w:pPr>
                              <w:jc w:val="center"/>
                            </w:pPr>
                            <w:r>
                              <w:t>17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2E1A83" w:rsidRDefault="002E1A83" w:rsidP="00FA04F1">
                            <w:pPr>
                              <w:jc w:val="center"/>
                            </w:pPr>
                            <w:r>
                              <w:t>15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:rsidR="002E1A83" w:rsidRDefault="002E1A83" w:rsidP="00FA04F1">
                            <w:pPr>
                              <w:jc w:val="center"/>
                            </w:pPr>
                            <w:r>
                              <w:t>13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2E1A83" w:rsidRDefault="002E1A83" w:rsidP="00FA04F1">
                            <w:pPr>
                              <w:jc w:val="center"/>
                            </w:pPr>
                            <w:r>
                              <w:t>11</w:t>
                            </w:r>
                          </w:p>
                        </w:tc>
                      </w:tr>
                      <w:tr w:rsidR="002E1A83" w:rsidTr="00932295">
                        <w:trPr>
                          <w:cantSplit/>
                          <w:trHeight w:val="1264"/>
                        </w:trPr>
                        <w:tc>
                          <w:tcPr>
                            <w:tcW w:w="817" w:type="dxa"/>
                            <w:shd w:val="clear" w:color="auto" w:fill="F2DBDB" w:themeFill="accent2" w:themeFillTint="33"/>
                            <w:textDirection w:val="btLr"/>
                            <w:vAlign w:val="center"/>
                          </w:tcPr>
                          <w:p w:rsidR="002E1A83" w:rsidRPr="0074205B" w:rsidRDefault="002E1A83" w:rsidP="004418A5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b/>
                                <w:sz w:val="16"/>
                                <w:szCs w:val="16"/>
                              </w:rPr>
                              <w:t>Engage and Persist</w:t>
                            </w:r>
                          </w:p>
                        </w:tc>
                        <w:tc>
                          <w:tcPr>
                            <w:tcW w:w="1843" w:type="dxa"/>
                            <w:shd w:val="clear" w:color="auto" w:fill="E5B8B7" w:themeFill="accent2" w:themeFillTint="66"/>
                          </w:tcPr>
                          <w:p w:rsidR="002E1A83" w:rsidRPr="0074205B" w:rsidRDefault="002E1A83" w:rsidP="004418A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You showed persistence in </w:t>
                            </w:r>
                            <w:r w:rsidRPr="0074205B">
                              <w:rPr>
                                <w:b/>
                                <w:sz w:val="16"/>
                                <w:szCs w:val="16"/>
                              </w:rPr>
                              <w:t>achieving quality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 results and refined work based on your own observations and feedback from others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:rsidR="002E1A83" w:rsidRDefault="002E1A83" w:rsidP="00FA04F1">
                            <w:pPr>
                              <w:jc w:val="center"/>
                            </w:pPr>
                            <w:r>
                              <w:t>20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2E1A83" w:rsidRDefault="002E1A83" w:rsidP="00FA04F1">
                            <w:pPr>
                              <w:jc w:val="center"/>
                            </w:pPr>
                            <w:r>
                              <w:t>19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auto"/>
                            <w:vAlign w:val="center"/>
                          </w:tcPr>
                          <w:p w:rsidR="002E1A83" w:rsidRDefault="002E1A83" w:rsidP="00FA04F1">
                            <w:pPr>
                              <w:jc w:val="center"/>
                            </w:pPr>
                            <w:r>
                              <w:t>17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2E1A83" w:rsidRDefault="002E1A83" w:rsidP="00FA04F1">
                            <w:pPr>
                              <w:jc w:val="center"/>
                            </w:pPr>
                            <w:r>
                              <w:t>15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:rsidR="002E1A83" w:rsidRDefault="002E1A83" w:rsidP="00FA04F1">
                            <w:pPr>
                              <w:jc w:val="center"/>
                            </w:pPr>
                            <w:r>
                              <w:t>13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2E1A83" w:rsidRDefault="002E1A83" w:rsidP="00FA04F1">
                            <w:pPr>
                              <w:jc w:val="center"/>
                            </w:pPr>
                            <w:r>
                              <w:t>11</w:t>
                            </w:r>
                          </w:p>
                        </w:tc>
                      </w:tr>
                      <w:tr w:rsidR="00C067F8" w:rsidTr="00C067F8">
                        <w:trPr>
                          <w:cantSplit/>
                          <w:trHeight w:val="1264"/>
                        </w:trPr>
                        <w:tc>
                          <w:tcPr>
                            <w:tcW w:w="817" w:type="dxa"/>
                            <w:shd w:val="clear" w:color="auto" w:fill="B8CCE4" w:themeFill="accent1" w:themeFillTint="66"/>
                            <w:textDirection w:val="btLr"/>
                            <w:vAlign w:val="center"/>
                          </w:tcPr>
                          <w:p w:rsidR="00C067F8" w:rsidRPr="0074205B" w:rsidRDefault="00C067F8" w:rsidP="004418A5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Reflect</w:t>
                            </w:r>
                          </w:p>
                        </w:tc>
                        <w:tc>
                          <w:tcPr>
                            <w:tcW w:w="1843" w:type="dxa"/>
                            <w:shd w:val="clear" w:color="auto" w:fill="95B3D7" w:themeFill="accent1" w:themeFillTint="99"/>
                          </w:tcPr>
                          <w:p w:rsidR="00C067F8" w:rsidRPr="0074205B" w:rsidRDefault="00C067F8" w:rsidP="004418A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sz w:val="16"/>
                                <w:szCs w:val="16"/>
                              </w:rPr>
                              <w:t>your</w:t>
                            </w:r>
                            <w:proofErr w:type="gramEnd"/>
                            <w:r>
                              <w:rPr>
                                <w:sz w:val="16"/>
                                <w:szCs w:val="16"/>
                              </w:rPr>
                              <w:t xml:space="preserve"> response shows clearly how your work expresses an idea or visual experience 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:rsidR="00C067F8" w:rsidRDefault="00C067F8" w:rsidP="0096331C">
                            <w:pPr>
                              <w:jc w:val="center"/>
                            </w:pPr>
                            <w:r>
                              <w:t>20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C067F8" w:rsidRDefault="00C067F8" w:rsidP="0096331C">
                            <w:pPr>
                              <w:jc w:val="center"/>
                            </w:pPr>
                            <w:r>
                              <w:t>19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auto"/>
                            <w:vAlign w:val="center"/>
                          </w:tcPr>
                          <w:p w:rsidR="00C067F8" w:rsidRDefault="00C067F8" w:rsidP="0096331C">
                            <w:pPr>
                              <w:jc w:val="center"/>
                            </w:pPr>
                            <w:r>
                              <w:t>17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C067F8" w:rsidRDefault="00C067F8" w:rsidP="0096331C">
                            <w:pPr>
                              <w:jc w:val="center"/>
                            </w:pPr>
                            <w:r>
                              <w:t>15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:rsidR="00C067F8" w:rsidRDefault="00C067F8" w:rsidP="0096331C">
                            <w:pPr>
                              <w:jc w:val="center"/>
                            </w:pPr>
                            <w:r>
                              <w:t>13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C067F8" w:rsidRDefault="00C067F8" w:rsidP="0096331C">
                            <w:pPr>
                              <w:jc w:val="center"/>
                            </w:pPr>
                            <w:r>
                              <w:t>11</w:t>
                            </w:r>
                          </w:p>
                        </w:tc>
                      </w:tr>
                    </w:tbl>
                    <w:p w:rsidR="002E1A83" w:rsidRDefault="002E1A83" w:rsidP="002E1A83"/>
                  </w:txbxContent>
                </v:textbox>
              </v:shape>
            </w:pict>
          </mc:Fallback>
        </mc:AlternateContent>
      </w:r>
      <w:r>
        <w:rPr>
          <w:b/>
        </w:rPr>
        <w:t xml:space="preserve">Studio Assessment Rubric  </w:t>
      </w:r>
      <w:proofErr w:type="gramStart"/>
      <w:r>
        <w:rPr>
          <w:b/>
        </w:rPr>
        <w:t>-  click</w:t>
      </w:r>
      <w:proofErr w:type="gramEnd"/>
      <w:r>
        <w:rPr>
          <w:b/>
        </w:rPr>
        <w:t xml:space="preserve"> here for comments</w:t>
      </w:r>
    </w:p>
    <w:sectPr w:rsidR="001A5744" w:rsidRPr="0027766E" w:rsidSect="0027766E">
      <w:pgSz w:w="15840" w:h="12240" w:orient="landscape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embedSystemFonts/>
  <w:proofState w:spelling="clean" w:grammar="clean"/>
  <w:attachedTemplate r:id="rId1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7F8"/>
    <w:rsid w:val="001A5744"/>
    <w:rsid w:val="0027766E"/>
    <w:rsid w:val="002E1A83"/>
    <w:rsid w:val="005123BC"/>
    <w:rsid w:val="00515CC0"/>
    <w:rsid w:val="006F5917"/>
    <w:rsid w:val="00C067F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766E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766E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breverman:ISBArt:2014-15%20rubrics:username-SPA-project%20name%2020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username-SPA-project name 2014.dotx</Template>
  <TotalTime>0</TotalTime>
  <Pages>15</Pages>
  <Words>528</Words>
  <Characters>3013</Characters>
  <Application>Microsoft Macintosh Word</Application>
  <DocSecurity>0</DocSecurity>
  <Lines>25</Lines>
  <Paragraphs>7</Paragraphs>
  <ScaleCrop>false</ScaleCrop>
  <Company/>
  <LinksUpToDate>false</LinksUpToDate>
  <CharactersWithSpaces>3534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Reverman [STAFF]</dc:creator>
  <cp:keywords/>
  <dc:description/>
  <cp:lastModifiedBy>Brian Reverman [STAFF]</cp:lastModifiedBy>
  <cp:revision>2</cp:revision>
  <dcterms:created xsi:type="dcterms:W3CDTF">2015-08-27T01:07:00Z</dcterms:created>
  <dcterms:modified xsi:type="dcterms:W3CDTF">2015-08-27T01:07:00Z</dcterms:modified>
</cp:coreProperties>
</file>